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AF033501-B747-48BC-B362-719F4EE4568F}"/>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